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07" w:rsidRDefault="00D03C07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</w:p>
    <w:p w:rsidR="00D03C07" w:rsidRPr="00FC26D2" w:rsidRDefault="00D03C07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  <w:r w:rsidRPr="00FC26D2">
        <w:rPr>
          <w:rFonts w:ascii="Tahoma" w:hAnsi="Tahoma" w:cs="Tahoma"/>
          <w:b/>
          <w:sz w:val="22"/>
          <w:szCs w:val="22"/>
        </w:rPr>
        <w:t>Č E S T N É   P R O H L Á Š E N Í</w:t>
      </w:r>
    </w:p>
    <w:p w:rsidR="00D03C07" w:rsidRPr="00FC26D2" w:rsidRDefault="00D03C07" w:rsidP="00FC26D2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2"/>
          <w:szCs w:val="22"/>
        </w:rPr>
      </w:pPr>
    </w:p>
    <w:p w:rsidR="00D03C07" w:rsidRPr="000A7F7B" w:rsidRDefault="00D03C07" w:rsidP="00FC26D2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Dodavatel – firma 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……………………………………………………</w:t>
      </w:r>
    </w:p>
    <w:p w:rsidR="00D03C07" w:rsidRPr="000A7F7B" w:rsidRDefault="00D03C07" w:rsidP="00FC26D2">
      <w:pPr>
        <w:autoSpaceDE w:val="0"/>
        <w:autoSpaceDN w:val="0"/>
        <w:adjustRightInd w:val="0"/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  <w:r>
        <w:rPr>
          <w:rFonts w:ascii="Tahoma" w:hAnsi="Tahoma" w:cs="Tahoma"/>
          <w:sz w:val="20"/>
          <w:szCs w:val="20"/>
        </w:rPr>
        <w:t>........................................................</w:t>
      </w:r>
    </w:p>
    <w:p w:rsidR="00D03C07" w:rsidRPr="000A7F7B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IČ …………………………</w:t>
      </w:r>
      <w:r>
        <w:rPr>
          <w:rFonts w:ascii="Tahoma" w:hAnsi="Tahoma" w:cs="Tahoma"/>
          <w:sz w:val="20"/>
          <w:szCs w:val="20"/>
        </w:rPr>
        <w:t>…..</w:t>
      </w:r>
      <w:r w:rsidRPr="000A7F7B">
        <w:rPr>
          <w:rFonts w:ascii="Tahoma" w:hAnsi="Tahoma" w:cs="Tahoma"/>
          <w:sz w:val="20"/>
          <w:szCs w:val="20"/>
        </w:rPr>
        <w:t xml:space="preserve">.. </w:t>
      </w:r>
    </w:p>
    <w:p w:rsidR="00D03C07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Zapsaná v obchodním rejstříku vedeném u……………………………………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……………………………………………..</w:t>
      </w:r>
      <w:r w:rsidRPr="000A7F7B">
        <w:rPr>
          <w:rFonts w:ascii="Tahoma" w:hAnsi="Tahoma" w:cs="Tahoma"/>
          <w:sz w:val="20"/>
          <w:szCs w:val="20"/>
        </w:rPr>
        <w:t xml:space="preserve"> </w:t>
      </w:r>
    </w:p>
    <w:p w:rsidR="00D03C07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 xml:space="preserve">oddíl……………….., </w:t>
      </w:r>
    </w:p>
    <w:p w:rsidR="00D03C07" w:rsidRPr="000A7F7B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vložka……………….</w:t>
      </w:r>
    </w:p>
    <w:p w:rsidR="00D03C07" w:rsidRPr="000A7F7B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D03C07" w:rsidRPr="000A7F7B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D03C07" w:rsidRPr="000A7F7B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jméno a příjmení …………………………………</w:t>
      </w:r>
      <w:r>
        <w:rPr>
          <w:rFonts w:ascii="Tahoma" w:hAnsi="Tahoma" w:cs="Tahoma"/>
          <w:sz w:val="20"/>
          <w:szCs w:val="20"/>
        </w:rPr>
        <w:t>………..</w:t>
      </w:r>
    </w:p>
    <w:p w:rsidR="00D03C07" w:rsidRPr="00FC26D2" w:rsidRDefault="00D03C07" w:rsidP="00FC26D2">
      <w:pPr>
        <w:spacing w:before="120" w:after="240" w:line="252" w:lineRule="auto"/>
        <w:rPr>
          <w:rFonts w:ascii="Tahoma" w:hAnsi="Tahoma" w:cs="Tahoma"/>
          <w:sz w:val="22"/>
          <w:szCs w:val="22"/>
        </w:rPr>
      </w:pPr>
      <w:r w:rsidRPr="000A7F7B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0A7F7B">
        <w:rPr>
          <w:rFonts w:ascii="Tahoma" w:hAnsi="Tahoma" w:cs="Tahoma"/>
          <w:sz w:val="20"/>
          <w:szCs w:val="20"/>
        </w:rPr>
        <w:tab/>
      </w:r>
      <w:r w:rsidRPr="00FC26D2">
        <w:rPr>
          <w:rFonts w:ascii="Tahoma" w:hAnsi="Tahoma" w:cs="Tahoma"/>
          <w:sz w:val="22"/>
          <w:szCs w:val="22"/>
        </w:rPr>
        <w:tab/>
      </w:r>
      <w:r w:rsidRPr="00FC26D2">
        <w:rPr>
          <w:rFonts w:ascii="Tahoma" w:hAnsi="Tahoma" w:cs="Tahoma"/>
          <w:sz w:val="22"/>
          <w:szCs w:val="22"/>
        </w:rPr>
        <w:tab/>
      </w:r>
      <w:r w:rsidRPr="00FC26D2">
        <w:rPr>
          <w:rFonts w:ascii="Tahoma" w:hAnsi="Tahoma" w:cs="Tahoma"/>
          <w:sz w:val="22"/>
          <w:szCs w:val="22"/>
        </w:rPr>
        <w:tab/>
      </w:r>
    </w:p>
    <w:p w:rsidR="00D03C07" w:rsidRPr="00FC26D2" w:rsidRDefault="00D03C07" w:rsidP="00FC26D2">
      <w:pPr>
        <w:spacing w:before="120" w:after="240" w:line="252" w:lineRule="auto"/>
        <w:rPr>
          <w:rFonts w:ascii="Tahoma" w:hAnsi="Tahoma" w:cs="Tahoma"/>
          <w:sz w:val="22"/>
          <w:szCs w:val="22"/>
        </w:rPr>
      </w:pPr>
    </w:p>
    <w:p w:rsidR="00D03C07" w:rsidRPr="00FC26D2" w:rsidRDefault="00D03C07" w:rsidP="00FC26D2">
      <w:pPr>
        <w:spacing w:before="120" w:after="240" w:line="252" w:lineRule="auto"/>
        <w:jc w:val="center"/>
        <w:rPr>
          <w:rFonts w:ascii="Tahoma" w:hAnsi="Tahoma" w:cs="Tahoma"/>
          <w:sz w:val="22"/>
          <w:szCs w:val="22"/>
        </w:rPr>
      </w:pPr>
      <w:r w:rsidRPr="00FC26D2">
        <w:rPr>
          <w:rFonts w:ascii="Tahoma" w:hAnsi="Tahoma" w:cs="Tahoma"/>
          <w:sz w:val="22"/>
          <w:szCs w:val="22"/>
        </w:rPr>
        <w:t>tímto</w:t>
      </w:r>
    </w:p>
    <w:p w:rsidR="00D03C07" w:rsidRPr="00FC26D2" w:rsidRDefault="00D03C07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  <w:r w:rsidRPr="00FC26D2">
        <w:rPr>
          <w:rFonts w:ascii="Tahoma" w:hAnsi="Tahoma" w:cs="Tahoma"/>
          <w:b/>
          <w:sz w:val="22"/>
          <w:szCs w:val="22"/>
        </w:rPr>
        <w:t>č e s t n ě   p r o h l a š u j e,</w:t>
      </w:r>
    </w:p>
    <w:p w:rsidR="00D03C07" w:rsidRPr="00FC26D2" w:rsidRDefault="00D03C07" w:rsidP="00FC26D2">
      <w:pPr>
        <w:spacing w:before="120" w:after="240" w:line="252" w:lineRule="auto"/>
        <w:jc w:val="center"/>
        <w:rPr>
          <w:rFonts w:ascii="Tahoma" w:hAnsi="Tahoma" w:cs="Tahoma"/>
          <w:b/>
          <w:sz w:val="22"/>
          <w:szCs w:val="22"/>
        </w:rPr>
      </w:pPr>
    </w:p>
    <w:p w:rsidR="00D03C07" w:rsidRPr="00FC26D2" w:rsidRDefault="00D03C07" w:rsidP="00FC26D2">
      <w:pPr>
        <w:spacing w:before="120" w:after="240" w:line="252" w:lineRule="auto"/>
        <w:rPr>
          <w:rFonts w:ascii="Tahoma" w:hAnsi="Tahoma" w:cs="Tahoma"/>
          <w:sz w:val="22"/>
          <w:szCs w:val="22"/>
        </w:rPr>
      </w:pPr>
    </w:p>
    <w:p w:rsidR="00D03C07" w:rsidRPr="000A7F7B" w:rsidRDefault="00D03C07" w:rsidP="00E334EB">
      <w:pPr>
        <w:jc w:val="both"/>
        <w:rPr>
          <w:rFonts w:ascii="Tahoma" w:hAnsi="Tahoma" w:cs="Tahoma"/>
          <w:sz w:val="20"/>
          <w:szCs w:val="20"/>
        </w:rPr>
      </w:pPr>
      <w:r w:rsidRPr="00526C70">
        <w:rPr>
          <w:rFonts w:ascii="Tahoma" w:hAnsi="Tahoma" w:cs="Tahoma"/>
          <w:sz w:val="20"/>
          <w:szCs w:val="20"/>
        </w:rPr>
        <w:t xml:space="preserve">že je ekonomicky a finančně způsobilý splnit veřejnou zakázku s názvem </w:t>
      </w:r>
      <w:r w:rsidRPr="00046C5C">
        <w:rPr>
          <w:b/>
        </w:rPr>
        <w:t>„Restaurování nástěnných maleb v křížové chodbě ambitu a kapli sv. Wolfganga v objektu M1 areálu bývalého kláštera minoritů (dnes kláštera Rytířského řádu Křižovníků s červenou hvězdou) v Českém Krumlově“</w:t>
      </w:r>
      <w:bookmarkStart w:id="0" w:name="_GoBack"/>
      <w:bookmarkEnd w:id="0"/>
    </w:p>
    <w:p w:rsidR="00D03C07" w:rsidRPr="000A7F7B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D03C07" w:rsidRPr="000A7F7B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D03C07" w:rsidRPr="000A7F7B" w:rsidRDefault="00D03C07" w:rsidP="00FC26D2">
      <w:pPr>
        <w:spacing w:before="120" w:after="240" w:line="252" w:lineRule="auto"/>
        <w:rPr>
          <w:rFonts w:ascii="Tahoma" w:hAnsi="Tahoma" w:cs="Tahoma"/>
          <w:sz w:val="20"/>
          <w:szCs w:val="20"/>
        </w:rPr>
      </w:pPr>
    </w:p>
    <w:p w:rsidR="00D03C07" w:rsidRPr="000A7F7B" w:rsidRDefault="00D03C07" w:rsidP="00FC26D2">
      <w:pPr>
        <w:spacing w:before="120" w:after="240" w:line="252" w:lineRule="auto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 xml:space="preserve">      …....……………………………………….      </w:t>
      </w:r>
    </w:p>
    <w:p w:rsidR="00D03C07" w:rsidRPr="000A7F7B" w:rsidRDefault="00D03C07" w:rsidP="00FC26D2">
      <w:pPr>
        <w:spacing w:before="120" w:after="240" w:line="252" w:lineRule="auto"/>
        <w:ind w:left="4956" w:firstLine="57"/>
        <w:jc w:val="right"/>
        <w:rPr>
          <w:rFonts w:ascii="Tahoma" w:hAnsi="Tahoma" w:cs="Tahoma"/>
          <w:sz w:val="20"/>
          <w:szCs w:val="20"/>
        </w:rPr>
      </w:pPr>
      <w:r w:rsidRPr="000A7F7B">
        <w:rPr>
          <w:rFonts w:ascii="Tahoma" w:hAnsi="Tahoma" w:cs="Tahoma"/>
          <w:sz w:val="20"/>
          <w:szCs w:val="20"/>
        </w:rPr>
        <w:t xml:space="preserve">         jméno a podpis oprávněné osoby</w:t>
      </w:r>
    </w:p>
    <w:p w:rsidR="00D03C07" w:rsidRPr="00FC26D2" w:rsidRDefault="00D03C07" w:rsidP="00FC26D2">
      <w:pPr>
        <w:rPr>
          <w:rFonts w:ascii="Tahoma" w:hAnsi="Tahoma" w:cs="Tahoma"/>
          <w:sz w:val="22"/>
          <w:szCs w:val="22"/>
        </w:rPr>
      </w:pPr>
    </w:p>
    <w:sectPr w:rsidR="00D03C07" w:rsidRPr="00FC26D2" w:rsidSect="00721D35">
      <w:headerReference w:type="default" r:id="rId7"/>
      <w:footerReference w:type="default" r:id="rId8"/>
      <w:pgSz w:w="11906" w:h="16838"/>
      <w:pgMar w:top="1667" w:right="1417" w:bottom="1417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C07" w:rsidRDefault="00D03C07" w:rsidP="00457823">
      <w:r>
        <w:separator/>
      </w:r>
    </w:p>
  </w:endnote>
  <w:endnote w:type="continuationSeparator" w:id="0">
    <w:p w:rsidR="00D03C07" w:rsidRDefault="00D03C07" w:rsidP="00457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C07" w:rsidRDefault="00D03C07">
    <w:pPr>
      <w:pStyle w:val="Footer"/>
      <w:jc w:val="center"/>
    </w:pPr>
    <w:r w:rsidRPr="00555F12">
      <w:rPr>
        <w:rFonts w:ascii="Tahoma" w:hAnsi="Tahoma" w:cs="Tahoma"/>
        <w:sz w:val="20"/>
        <w:szCs w:val="20"/>
      </w:rPr>
      <w:fldChar w:fldCharType="begin"/>
    </w:r>
    <w:r w:rsidRPr="00555F12">
      <w:rPr>
        <w:rFonts w:ascii="Tahoma" w:hAnsi="Tahoma" w:cs="Tahoma"/>
        <w:sz w:val="20"/>
        <w:szCs w:val="20"/>
      </w:rPr>
      <w:instrText xml:space="preserve"> PAGE   \* MERGEFORMAT </w:instrText>
    </w:r>
    <w:r w:rsidRPr="00555F12">
      <w:rPr>
        <w:rFonts w:ascii="Tahoma" w:hAnsi="Tahoma" w:cs="Tahoma"/>
        <w:sz w:val="20"/>
        <w:szCs w:val="20"/>
      </w:rPr>
      <w:fldChar w:fldCharType="separate"/>
    </w:r>
    <w:r>
      <w:rPr>
        <w:rFonts w:ascii="Tahoma" w:hAnsi="Tahoma" w:cs="Tahoma"/>
        <w:noProof/>
        <w:sz w:val="20"/>
        <w:szCs w:val="20"/>
      </w:rPr>
      <w:t>- 1 -</w:t>
    </w:r>
    <w:r w:rsidRPr="00555F12">
      <w:rPr>
        <w:rFonts w:ascii="Tahoma" w:hAnsi="Tahoma" w:cs="Tahoma"/>
        <w:sz w:val="20"/>
        <w:szCs w:val="20"/>
      </w:rPr>
      <w:fldChar w:fldCharType="end"/>
    </w:r>
  </w:p>
  <w:p w:rsidR="00D03C07" w:rsidRDefault="00D03C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C07" w:rsidRDefault="00D03C07" w:rsidP="00457823">
      <w:r>
        <w:separator/>
      </w:r>
    </w:p>
  </w:footnote>
  <w:footnote w:type="continuationSeparator" w:id="0">
    <w:p w:rsidR="00D03C07" w:rsidRDefault="00D03C07" w:rsidP="00457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C07" w:rsidRPr="006955E9" w:rsidRDefault="00D03C07" w:rsidP="00721D35">
    <w:pPr>
      <w:jc w:val="both"/>
      <w:rPr>
        <w:rFonts w:ascii="Tahoma" w:hAnsi="Tahoma"/>
        <w:b/>
        <w:noProof/>
        <w:sz w:val="20"/>
      </w:rPr>
    </w:pPr>
    <w:r w:rsidRPr="006955E9">
      <w:rPr>
        <w:rFonts w:ascii="Tahoma" w:hAnsi="Tahoma"/>
        <w:b/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0.75pt;height:47.25pt">
          <v:imagedata r:id="rId1" o:title=""/>
        </v:shape>
      </w:pict>
    </w:r>
  </w:p>
  <w:p w:rsidR="00D03C07" w:rsidRDefault="00D03C07" w:rsidP="00721D35">
    <w:pPr>
      <w:jc w:val="both"/>
      <w:rPr>
        <w:rFonts w:ascii="Tahoma" w:hAnsi="Tahoma"/>
        <w:b/>
        <w:sz w:val="20"/>
      </w:rPr>
    </w:pPr>
  </w:p>
  <w:p w:rsidR="00D03C07" w:rsidRPr="00721D35" w:rsidRDefault="00D03C07" w:rsidP="00031034">
    <w:pPr>
      <w:jc w:val="center"/>
      <w:rPr>
        <w:rFonts w:ascii="Tahoma" w:hAnsi="Tahoma"/>
        <w:b/>
        <w:sz w:val="20"/>
      </w:rPr>
    </w:pPr>
    <w:r>
      <w:rPr>
        <w:rFonts w:ascii="Tahoma" w:hAnsi="Tahoma"/>
        <w:b/>
        <w:sz w:val="20"/>
      </w:rPr>
      <w:t>Příloha č. 2 Kvalifikační dokumentace – Čestné prohlášení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1293"/>
    <w:multiLevelType w:val="hybridMultilevel"/>
    <w:tmpl w:val="4802D9E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BA6B65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EB7B16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3F3569"/>
    <w:multiLevelType w:val="hybridMultilevel"/>
    <w:tmpl w:val="449C874E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CA9"/>
    <w:rsid w:val="00021CA9"/>
    <w:rsid w:val="00031034"/>
    <w:rsid w:val="00046C5C"/>
    <w:rsid w:val="000A7F7B"/>
    <w:rsid w:val="00116629"/>
    <w:rsid w:val="001815E3"/>
    <w:rsid w:val="001E1795"/>
    <w:rsid w:val="002277E0"/>
    <w:rsid w:val="00255385"/>
    <w:rsid w:val="003A4C94"/>
    <w:rsid w:val="003E290B"/>
    <w:rsid w:val="004154A1"/>
    <w:rsid w:val="00453D43"/>
    <w:rsid w:val="00457823"/>
    <w:rsid w:val="00506424"/>
    <w:rsid w:val="00526C70"/>
    <w:rsid w:val="00555F12"/>
    <w:rsid w:val="00555FEB"/>
    <w:rsid w:val="0058712F"/>
    <w:rsid w:val="005954C3"/>
    <w:rsid w:val="005A4788"/>
    <w:rsid w:val="0060370F"/>
    <w:rsid w:val="00642A4D"/>
    <w:rsid w:val="0066228F"/>
    <w:rsid w:val="006955E9"/>
    <w:rsid w:val="006F3241"/>
    <w:rsid w:val="00721D35"/>
    <w:rsid w:val="00736787"/>
    <w:rsid w:val="00772BEE"/>
    <w:rsid w:val="007A2920"/>
    <w:rsid w:val="00806228"/>
    <w:rsid w:val="00824408"/>
    <w:rsid w:val="00866F42"/>
    <w:rsid w:val="008B7E06"/>
    <w:rsid w:val="008C201A"/>
    <w:rsid w:val="008D2B8F"/>
    <w:rsid w:val="008D5FD1"/>
    <w:rsid w:val="008E7248"/>
    <w:rsid w:val="00974C9C"/>
    <w:rsid w:val="009921B4"/>
    <w:rsid w:val="009D04F6"/>
    <w:rsid w:val="00A1734C"/>
    <w:rsid w:val="00A85569"/>
    <w:rsid w:val="00A877E9"/>
    <w:rsid w:val="00AD5C8B"/>
    <w:rsid w:val="00AE2A11"/>
    <w:rsid w:val="00AF56F4"/>
    <w:rsid w:val="00B11334"/>
    <w:rsid w:val="00BA75C2"/>
    <w:rsid w:val="00BB6EC1"/>
    <w:rsid w:val="00BB7F7F"/>
    <w:rsid w:val="00BC58AF"/>
    <w:rsid w:val="00C64A2E"/>
    <w:rsid w:val="00CF204F"/>
    <w:rsid w:val="00D03C07"/>
    <w:rsid w:val="00D26417"/>
    <w:rsid w:val="00D6792E"/>
    <w:rsid w:val="00E334EB"/>
    <w:rsid w:val="00E3390C"/>
    <w:rsid w:val="00E956D2"/>
    <w:rsid w:val="00EE6EF6"/>
    <w:rsid w:val="00F07ED0"/>
    <w:rsid w:val="00F123C6"/>
    <w:rsid w:val="00FC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CA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d">
    <w:name w:val="ddd"/>
    <w:link w:val="dddChar"/>
    <w:uiPriority w:val="99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imes New Roman" w:hAnsi="Times New Roman" w:cs="Arial Unicode MS"/>
      <w:sz w:val="24"/>
      <w:szCs w:val="20"/>
    </w:rPr>
  </w:style>
  <w:style w:type="character" w:customStyle="1" w:styleId="dddChar">
    <w:name w:val="ddd Char"/>
    <w:basedOn w:val="DefaultParagraphFont"/>
    <w:link w:val="ddd"/>
    <w:uiPriority w:val="99"/>
    <w:rsid w:val="00021CA9"/>
    <w:rPr>
      <w:rFonts w:ascii="Times New Roman" w:eastAsia="Times New Roman" w:hAnsi="Times New Roman" w:cs="Arial Unicode MS"/>
      <w:sz w:val="24"/>
      <w:lang w:val="cs-CZ" w:eastAsia="cs-CZ" w:bidi="ar-SA"/>
    </w:rPr>
  </w:style>
  <w:style w:type="character" w:customStyle="1" w:styleId="platne1">
    <w:name w:val="platne1"/>
    <w:basedOn w:val="DefaultParagraphFont"/>
    <w:uiPriority w:val="99"/>
    <w:rsid w:val="00021CA9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021CA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CA9"/>
    <w:rPr>
      <w:rFonts w:ascii="Consolas" w:hAnsi="Consolas" w:cs="Consolas"/>
      <w:sz w:val="20"/>
      <w:szCs w:val="20"/>
      <w:lang w:eastAsia="cs-CZ"/>
    </w:rPr>
  </w:style>
  <w:style w:type="paragraph" w:styleId="Header">
    <w:name w:val="header"/>
    <w:basedOn w:val="Normal"/>
    <w:link w:val="HeaderChar"/>
    <w:uiPriority w:val="99"/>
    <w:semiHidden/>
    <w:rsid w:val="003A4C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4C94"/>
    <w:rPr>
      <w:rFonts w:ascii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3A4C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C94"/>
    <w:rPr>
      <w:rFonts w:ascii="Times New Roman" w:hAnsi="Times New Roman" w:cs="Times New Roman"/>
      <w:sz w:val="24"/>
      <w:szCs w:val="24"/>
      <w:lang w:eastAsia="cs-CZ"/>
    </w:rPr>
  </w:style>
  <w:style w:type="character" w:styleId="CommentReference">
    <w:name w:val="annotation reference"/>
    <w:basedOn w:val="DefaultParagraphFont"/>
    <w:uiPriority w:val="99"/>
    <w:semiHidden/>
    <w:rsid w:val="000A7F7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7F7B"/>
    <w:pPr>
      <w:suppressAutoHyphens/>
      <w:spacing w:after="200" w:line="276" w:lineRule="auto"/>
      <w:jc w:val="both"/>
    </w:pPr>
    <w:rPr>
      <w:rFonts w:ascii="Tahoma" w:hAnsi="Tahoma" w:cs="Verdana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F7B"/>
    <w:rPr>
      <w:rFonts w:ascii="Tahoma" w:hAnsi="Tahoma" w:cs="Verdana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0A7F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F7B"/>
    <w:rPr>
      <w:rFonts w:ascii="Tahoma" w:hAnsi="Tahoma" w:cs="Tahoma"/>
      <w:sz w:val="16"/>
      <w:szCs w:val="16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877E9"/>
    <w:pPr>
      <w:suppressAutoHyphens w:val="0"/>
      <w:spacing w:after="0" w:line="240" w:lineRule="auto"/>
      <w:jc w:val="left"/>
    </w:pPr>
    <w:rPr>
      <w:rFonts w:ascii="Times New Roman" w:hAnsi="Times New Roman" w:cs="Times New Roman"/>
      <w:b/>
      <w:bCs/>
      <w:lang w:eastAsia="cs-CZ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7E9"/>
    <w:rPr>
      <w:rFonts w:ascii="Times New Roman" w:hAnsi="Times New Roman" w:cs="Times New Roman"/>
      <w:b/>
      <w:bCs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124</Words>
  <Characters>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krutil</dc:creator>
  <cp:keywords/>
  <dc:description/>
  <cp:lastModifiedBy>Kubice</cp:lastModifiedBy>
  <cp:revision>9</cp:revision>
  <cp:lastPrinted>2013-05-30T13:55:00Z</cp:lastPrinted>
  <dcterms:created xsi:type="dcterms:W3CDTF">2013-11-05T14:37:00Z</dcterms:created>
  <dcterms:modified xsi:type="dcterms:W3CDTF">2014-02-28T22:26:00Z</dcterms:modified>
</cp:coreProperties>
</file>